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A129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10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7824BE">
        <w:rPr>
          <w:rFonts w:ascii="Arial Narrow" w:hAnsi="Arial Narrow"/>
          <w:noProof/>
          <w:sz w:val="22"/>
          <w:lang w:val="de-DE"/>
        </w:rPr>
        <w:t>08.12.2014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9081D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7824BE" w:rsidRDefault="007824BE" w:rsidP="007824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7824BE" w:rsidRDefault="007824BE" w:rsidP="007824B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FZB</w:t>
      </w:r>
    </w:p>
    <w:p w:rsidR="0078560C" w:rsidRPr="007824BE" w:rsidRDefault="00E77FB8" w:rsidP="007824B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Stühle und PCs</w:t>
      </w:r>
    </w:p>
    <w:p w:rsidR="00E77FB8" w:rsidRPr="001A1293" w:rsidRDefault="00E77FB8" w:rsidP="001A1293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Körbe/Kisten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Nikoklaus</w:t>
      </w:r>
      <w:proofErr w:type="spellEnd"/>
    </w:p>
    <w:p w:rsidR="007824BE" w:rsidRDefault="007824BE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Grundlagen / Struktur AStA</w:t>
      </w:r>
    </w:p>
    <w:p w:rsidR="007824BE" w:rsidRDefault="007824BE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Getränkeliste</w:t>
      </w:r>
      <w:bookmarkStart w:id="0" w:name="_GoBack"/>
      <w:bookmarkEnd w:id="0"/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77FB8" w:rsidRDefault="00E77FB8" w:rsidP="00E77FB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01544" w:rsidRPr="00DE3ED2" w:rsidRDefault="00301544" w:rsidP="00D074AA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sectPr w:rsidR="00301544" w:rsidRPr="00DE3E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824B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06DD8"/>
    <w:rsid w:val="0011608E"/>
    <w:rsid w:val="001364FA"/>
    <w:rsid w:val="0014473D"/>
    <w:rsid w:val="00144E86"/>
    <w:rsid w:val="001A1293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C3949"/>
    <w:rsid w:val="002D090B"/>
    <w:rsid w:val="002E7327"/>
    <w:rsid w:val="00301544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433C6"/>
    <w:rsid w:val="00487AF4"/>
    <w:rsid w:val="004D1F62"/>
    <w:rsid w:val="004E64BF"/>
    <w:rsid w:val="00501683"/>
    <w:rsid w:val="00501BD9"/>
    <w:rsid w:val="00543129"/>
    <w:rsid w:val="00577F83"/>
    <w:rsid w:val="005B1C22"/>
    <w:rsid w:val="005F45A2"/>
    <w:rsid w:val="00602994"/>
    <w:rsid w:val="00606F9B"/>
    <w:rsid w:val="0062006B"/>
    <w:rsid w:val="00685893"/>
    <w:rsid w:val="00686ECB"/>
    <w:rsid w:val="006A01E2"/>
    <w:rsid w:val="006A0CE7"/>
    <w:rsid w:val="006A2577"/>
    <w:rsid w:val="006A6E9D"/>
    <w:rsid w:val="006C4D68"/>
    <w:rsid w:val="006D367A"/>
    <w:rsid w:val="006F55D7"/>
    <w:rsid w:val="007173E9"/>
    <w:rsid w:val="00733F99"/>
    <w:rsid w:val="007364E7"/>
    <w:rsid w:val="00742C7E"/>
    <w:rsid w:val="00761B22"/>
    <w:rsid w:val="0076224F"/>
    <w:rsid w:val="0076384A"/>
    <w:rsid w:val="00766556"/>
    <w:rsid w:val="007824BE"/>
    <w:rsid w:val="00784186"/>
    <w:rsid w:val="0078560C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1FA0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1D8"/>
    <w:rsid w:val="00B83D82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074AA"/>
    <w:rsid w:val="00D55BFE"/>
    <w:rsid w:val="00D62D7D"/>
    <w:rsid w:val="00D803B9"/>
    <w:rsid w:val="00D94C60"/>
    <w:rsid w:val="00DD1790"/>
    <w:rsid w:val="00DE1F6C"/>
    <w:rsid w:val="00DE3ED2"/>
    <w:rsid w:val="00E1673A"/>
    <w:rsid w:val="00E206F4"/>
    <w:rsid w:val="00E36789"/>
    <w:rsid w:val="00E52891"/>
    <w:rsid w:val="00E66A27"/>
    <w:rsid w:val="00E77FB8"/>
    <w:rsid w:val="00E81768"/>
    <w:rsid w:val="00E90352"/>
    <w:rsid w:val="00E9081D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8</cp:revision>
  <cp:lastPrinted>2014-12-08T11:51:00Z</cp:lastPrinted>
  <dcterms:created xsi:type="dcterms:W3CDTF">2014-11-20T09:38:00Z</dcterms:created>
  <dcterms:modified xsi:type="dcterms:W3CDTF">2014-12-08T11:51:00Z</dcterms:modified>
</cp:coreProperties>
</file>